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53074" w14:textId="6F6F1660" w:rsidR="00990E08" w:rsidRPr="002849A3" w:rsidRDefault="00314A36" w:rsidP="002849A3"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BA528B" wp14:editId="7051E88F">
                <wp:simplePos x="0" y="0"/>
                <wp:positionH relativeFrom="column">
                  <wp:posOffset>1303020</wp:posOffset>
                </wp:positionH>
                <wp:positionV relativeFrom="paragraph">
                  <wp:posOffset>428625</wp:posOffset>
                </wp:positionV>
                <wp:extent cx="2105025" cy="1543050"/>
                <wp:effectExtent l="38100" t="0" r="0" b="19050"/>
                <wp:wrapThrough wrapText="bothSides">
                  <wp:wrapPolygon edited="1">
                    <wp:start x="-1877" y="-213"/>
                    <wp:lineTo x="18296" y="10773"/>
                    <wp:lineTo x="-1251" y="21813"/>
                    <wp:lineTo x="3206" y="21813"/>
                    <wp:lineTo x="22246" y="11307"/>
                    <wp:lineTo x="22168" y="10293"/>
                    <wp:lineTo x="3128" y="0"/>
                    <wp:lineTo x="-1877" y="-213"/>
                  </wp:wrapPolygon>
                </wp:wrapThrough>
                <wp:docPr id="1" name="Arrow: Chevr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543050"/>
                        </a:xfrm>
                        <a:prstGeom prst="chevron">
                          <a:avLst>
                            <a:gd name="adj" fmla="val 12259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360D85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Chevron 1" o:spid="_x0000_s1026" type="#_x0000_t55" style="position:absolute;margin-left:102.6pt;margin-top:33.75pt;width:165.75pt;height:121.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877 -213 18296 10773 -1251 21813 3206 21813 22246 11307 22168 10293 3128 0 -1877 -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" adj="2189" fillcolor="#4f81bd [3204]" strokecolor="#243f60 [1604]" strokeweight="2pt">
                <w10:wrap type="through"/>
              </v:shape>
            </w:pict>
          </mc:Fallback>
        </mc:AlternateContent>
      </w:r>
      <w:r w:rsidR="002849A3" w:rsidRPr="002849A3">
        <w:t>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</w:t>
      </w:r>
    </w:p>
    <w:sectPr w:rsidR="00990E08" w:rsidRPr="002849A3" w:rsidSect="00990E08">
      <w:pgSz w:w="12240" w:h="15840"/>
      <w:pgMar w:top="1701" w:right="1134" w:bottom="2835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A36"/>
    <w:rsid w:val="000C1ECD"/>
    <w:rsid w:val="002636CC"/>
    <w:rsid w:val="002849A3"/>
    <w:rsid w:val="002C0920"/>
    <w:rsid w:val="00314A36"/>
    <w:rsid w:val="00321565"/>
    <w:rsid w:val="00326855"/>
    <w:rsid w:val="003D67A5"/>
    <w:rsid w:val="004E38BB"/>
    <w:rsid w:val="0053707E"/>
    <w:rsid w:val="005702D9"/>
    <w:rsid w:val="0062363A"/>
    <w:rsid w:val="006E467C"/>
    <w:rsid w:val="007257C4"/>
    <w:rsid w:val="0087728C"/>
    <w:rsid w:val="008A322D"/>
    <w:rsid w:val="00936920"/>
    <w:rsid w:val="00990E08"/>
    <w:rsid w:val="00AB7264"/>
    <w:rsid w:val="00AE398D"/>
    <w:rsid w:val="00B1519E"/>
    <w:rsid w:val="00BB620D"/>
    <w:rsid w:val="00BD6080"/>
    <w:rsid w:val="00BF447E"/>
    <w:rsid w:val="00C26373"/>
    <w:rsid w:val="00CF7C00"/>
    <w:rsid w:val="00E220CE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0C9C75"/>
  <w14:discardImageEditingData/>
  <w14:defaultImageDpi w14:val="32767"/>
  <w15:chartTrackingRefBased/>
  <w15:docId w15:val="{F276FC09-7C11-48F2-A135-11E566CA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7A5"/>
    <w:pPr>
      <w:spacing w:after="0" w:line="240" w:lineRule="auto"/>
    </w:pPr>
    <w:rPr>
      <w:rFonts w:ascii="Courier New" w:hAnsi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SingleCharactersCourier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SingleCharactersCourier2.dotx</Template>
  <TotalTime>5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1</cp:revision>
  <dcterms:created xsi:type="dcterms:W3CDTF">2021-08-06T13:13:00Z</dcterms:created>
  <dcterms:modified xsi:type="dcterms:W3CDTF">2021-08-06T13:18:00Z</dcterms:modified>
</cp:coreProperties>
</file>